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835DF" w14:textId="59C74785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E01FE6">
        <w:rPr>
          <w:rFonts w:eastAsia="Times New Roman" w:cs="Times New Roman"/>
          <w:lang w:eastAsia="cs-CZ"/>
        </w:rPr>
        <w:t>11</w:t>
      </w:r>
      <w:r>
        <w:rPr>
          <w:rFonts w:eastAsia="Times New Roman" w:cs="Times New Roman"/>
          <w:lang w:eastAsia="cs-CZ"/>
        </w:rPr>
        <w:t xml:space="preserve"> </w:t>
      </w:r>
      <w:r w:rsidR="006B1150">
        <w:rPr>
          <w:lang w:eastAsia="cs-CZ"/>
        </w:rPr>
        <w:t>z</w:t>
      </w:r>
      <w:r w:rsidR="00645A29">
        <w:rPr>
          <w:lang w:eastAsia="cs-CZ"/>
        </w:rPr>
        <w:t>adávací dokumentace</w:t>
      </w:r>
    </w:p>
    <w:p w14:paraId="3E278181" w14:textId="609114F1" w:rsidR="003C4FBB" w:rsidRDefault="00C3471C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Seznam členů realizačního týmu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51358F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51358F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51358F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51358F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51358F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51358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4D580FD" w14:textId="772F65A5" w:rsidR="003C4FBB" w:rsidRDefault="003C4FBB" w:rsidP="0051358F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6B1150">
        <w:rPr>
          <w:rFonts w:eastAsia="Times New Roman" w:cs="Times New Roman"/>
          <w:lang w:eastAsia="cs-CZ"/>
        </w:rPr>
        <w:t xml:space="preserve">sektorovou veřejnou zakázku s názvem </w:t>
      </w:r>
      <w:bookmarkStart w:id="0" w:name="_Toc403053768"/>
      <w:r w:rsidRPr="006B1150">
        <w:rPr>
          <w:rFonts w:eastAsia="Times New Roman" w:cs="Times New Roman"/>
          <w:b/>
          <w:lang w:eastAsia="cs-CZ"/>
        </w:rPr>
        <w:t>„</w:t>
      </w:r>
      <w:bookmarkEnd w:id="0"/>
      <w:r w:rsidR="00273A37" w:rsidRPr="00BF4957">
        <w:rPr>
          <w:rFonts w:eastAsia="Times New Roman" w:cs="Times New Roman"/>
          <w:b/>
          <w:lang w:eastAsia="cs-CZ"/>
        </w:rPr>
        <w:t>Zavedení systému PAM v prostředí SŽ</w:t>
      </w:r>
      <w:r w:rsidR="00C3471C" w:rsidRPr="006B1150">
        <w:rPr>
          <w:rFonts w:eastAsia="Times New Roman" w:cs="Times New Roman"/>
          <w:b/>
          <w:lang w:eastAsia="cs-CZ"/>
        </w:rPr>
        <w:t xml:space="preserve">“, č.j. </w:t>
      </w:r>
      <w:r w:rsidR="00156287">
        <w:rPr>
          <w:rFonts w:eastAsia="Times New Roman" w:cs="Times New Roman"/>
          <w:b/>
          <w:lang w:eastAsia="cs-CZ"/>
        </w:rPr>
        <w:t>40293/2023-SŽ-GŘ-O8</w:t>
      </w:r>
      <w:r w:rsidRPr="006B1150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</w:t>
      </w:r>
      <w:r w:rsidR="00C3471C">
        <w:rPr>
          <w:rFonts w:eastAsia="Times New Roman" w:cs="Times New Roman"/>
          <w:lang w:eastAsia="cs-CZ"/>
        </w:rPr>
        <w:t>níže předkládá seznam členů realizačního týmu, kteří se budou na plnění předmětu veřejné zakázky podílet</w:t>
      </w:r>
      <w:r w:rsidR="00E04F11">
        <w:rPr>
          <w:rFonts w:eastAsia="Times New Roman" w:cs="Times New Roman"/>
          <w:lang w:eastAsia="cs-CZ"/>
        </w:rPr>
        <w:t>: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504" w:type="dxa"/>
        <w:tblInd w:w="-63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1418"/>
        <w:gridCol w:w="1374"/>
        <w:gridCol w:w="1224"/>
        <w:gridCol w:w="2080"/>
        <w:gridCol w:w="1984"/>
        <w:gridCol w:w="1418"/>
        <w:gridCol w:w="6"/>
      </w:tblGrid>
      <w:tr w:rsidR="0051358F" w14:paraId="38D85DF3" w14:textId="20656CBD" w:rsidTr="00D549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6CFAF384" w14:textId="7C245E43" w:rsidR="0051358F" w:rsidRDefault="0051358F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Pozice člena realizačního týmu</w:t>
            </w:r>
          </w:p>
        </w:tc>
        <w:tc>
          <w:tcPr>
            <w:tcW w:w="1374" w:type="dxa"/>
            <w:tcBorders>
              <w:bottom w:val="single" w:sz="2" w:space="0" w:color="auto"/>
            </w:tcBorders>
          </w:tcPr>
          <w:p w14:paraId="725CEF29" w14:textId="12D8BEE3" w:rsidR="0051358F" w:rsidRDefault="0051358F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Jméno a příjmení</w:t>
            </w:r>
          </w:p>
          <w:p w14:paraId="724FDA6C" w14:textId="77777777" w:rsidR="0051358F" w:rsidRDefault="0051358F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224" w:type="dxa"/>
            <w:tcBorders>
              <w:bottom w:val="single" w:sz="2" w:space="0" w:color="auto"/>
            </w:tcBorders>
          </w:tcPr>
          <w:p w14:paraId="05D3B0A5" w14:textId="06533EC8" w:rsidR="0051358F" w:rsidRDefault="0051358F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Praxe (dle pozice člena realizačního týmu v souladu s čl. 13.2 zadávací dokumentace)</w:t>
            </w:r>
          </w:p>
        </w:tc>
        <w:tc>
          <w:tcPr>
            <w:tcW w:w="2080" w:type="dxa"/>
            <w:tcBorders>
              <w:bottom w:val="single" w:sz="2" w:space="0" w:color="auto"/>
            </w:tcBorders>
            <w:hideMark/>
          </w:tcPr>
          <w:p w14:paraId="7C7B5C0A" w14:textId="42EFDC95" w:rsidR="0051358F" w:rsidRDefault="00EE43EF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Zkušenost</w:t>
            </w:r>
            <w:r w:rsidR="0051358F" w:rsidRPr="0051358F">
              <w:rPr>
                <w:rFonts w:eastAsia="Times New Roman" w:cs="Times New Roman"/>
                <w:b/>
                <w:spacing w:val="-6"/>
                <w:lang w:eastAsia="cs-CZ"/>
              </w:rPr>
              <w:t xml:space="preserve"> (pokud je u člena realizačního týmu vyžadov</w:t>
            </w:r>
            <w:r>
              <w:rPr>
                <w:rFonts w:eastAsia="Times New Roman" w:cs="Times New Roman"/>
                <w:b/>
                <w:spacing w:val="-6"/>
                <w:lang w:eastAsia="cs-CZ"/>
              </w:rPr>
              <w:t>á</w:t>
            </w:r>
            <w:r w:rsidR="0051358F" w:rsidRPr="0051358F">
              <w:rPr>
                <w:rFonts w:eastAsia="Times New Roman" w:cs="Times New Roman"/>
                <w:b/>
                <w:spacing w:val="-6"/>
                <w:lang w:eastAsia="cs-CZ"/>
              </w:rPr>
              <w:t>n</w:t>
            </w:r>
            <w:r>
              <w:rPr>
                <w:rFonts w:eastAsia="Times New Roman" w:cs="Times New Roman"/>
                <w:b/>
                <w:spacing w:val="-6"/>
                <w:lang w:eastAsia="cs-CZ"/>
              </w:rPr>
              <w:t>a</w:t>
            </w:r>
            <w:r w:rsidR="0051358F" w:rsidRPr="0051358F">
              <w:rPr>
                <w:rFonts w:eastAsia="Times New Roman" w:cs="Times New Roman"/>
                <w:b/>
                <w:spacing w:val="-6"/>
                <w:lang w:eastAsia="cs-CZ"/>
              </w:rPr>
              <w:t xml:space="preserve"> dle čl. 13.2 zadávací dokumentace)</w:t>
            </w:r>
          </w:p>
        </w:tc>
        <w:tc>
          <w:tcPr>
            <w:tcW w:w="1984" w:type="dxa"/>
            <w:tcBorders>
              <w:bottom w:val="single" w:sz="2" w:space="0" w:color="auto"/>
            </w:tcBorders>
            <w:hideMark/>
          </w:tcPr>
          <w:p w14:paraId="0868D5A2" w14:textId="7AD45E51" w:rsidR="0051358F" w:rsidRPr="0051358F" w:rsidRDefault="0051358F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51358F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Certifikát (pokud je u člena realizačního týmu vyžadován dle čl. 13.2 zadávací dokumentace)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24" w:type="dxa"/>
            <w:gridSpan w:val="2"/>
            <w:tcBorders>
              <w:bottom w:val="single" w:sz="2" w:space="0" w:color="auto"/>
              <w:right w:val="single" w:sz="2" w:space="0" w:color="auto"/>
            </w:tcBorders>
          </w:tcPr>
          <w:p w14:paraId="6E0964C0" w14:textId="57C92E55" w:rsidR="0051358F" w:rsidRDefault="0051358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51358F">
              <w:rPr>
                <w:rFonts w:eastAsia="Times New Roman" w:cs="Times New Roman"/>
                <w:bCs/>
                <w:spacing w:val="-6"/>
                <w:lang w:eastAsia="cs-CZ"/>
              </w:rPr>
              <w:t>Vztah k dodavateli (např. zaměstnanec, …)</w:t>
            </w:r>
          </w:p>
        </w:tc>
      </w:tr>
      <w:tr w:rsidR="0051358F" w14:paraId="2DCD577F" w14:textId="796B0EA3" w:rsidTr="00D549E6">
        <w:trPr>
          <w:gridAfter w:val="1"/>
          <w:wAfter w:w="6" w:type="dxa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3247678C" w:rsidR="0051358F" w:rsidRPr="009F5ACA" w:rsidRDefault="0051358F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CA7EB1">
              <w:rPr>
                <w:rFonts w:ascii="Verdana" w:hAnsi="Verdana"/>
                <w:b/>
              </w:rPr>
              <w:t>PAM/PIM Architekt</w:t>
            </w:r>
          </w:p>
        </w:tc>
        <w:tc>
          <w:tcPr>
            <w:tcW w:w="13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51358F" w:rsidRDefault="0051358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D1382" w14:textId="77777777" w:rsidR="0051358F" w:rsidRDefault="0051358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252C66B6" w:rsidR="0051358F" w:rsidRDefault="0051358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51358F" w:rsidRDefault="0051358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D6AD8" w14:textId="77777777" w:rsidR="0051358F" w:rsidRDefault="0051358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1358F" w14:paraId="34977EE0" w14:textId="52989C09" w:rsidTr="00D549E6">
        <w:trPr>
          <w:gridAfter w:val="1"/>
          <w:wAfter w:w="6" w:type="dxa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C6E2ADF" w14:textId="674E6652" w:rsidR="0051358F" w:rsidRDefault="0051358F" w:rsidP="00E01FE6">
            <w:pPr>
              <w:spacing w:line="259" w:lineRule="auto"/>
              <w:ind w:right="17"/>
              <w:rPr>
                <w:rFonts w:ascii="Verdana" w:hAnsi="Verdana"/>
                <w:b/>
              </w:rPr>
            </w:pPr>
            <w:r w:rsidRPr="00CA7EB1">
              <w:rPr>
                <w:rFonts w:ascii="Verdana" w:hAnsi="Verdana"/>
                <w:b/>
              </w:rPr>
              <w:t>Projektový mana</w:t>
            </w:r>
            <w:r>
              <w:rPr>
                <w:rFonts w:ascii="Verdana" w:hAnsi="Verdana"/>
                <w:b/>
              </w:rPr>
              <w:t>žer</w:t>
            </w:r>
          </w:p>
          <w:p w14:paraId="39A278EE" w14:textId="4E5CE0C9" w:rsidR="0051358F" w:rsidRPr="009F5ACA" w:rsidRDefault="0051358F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</w:p>
        </w:tc>
        <w:tc>
          <w:tcPr>
            <w:tcW w:w="1374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51358F" w:rsidRDefault="0051358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</w:tcPr>
          <w:p w14:paraId="552E7FD5" w14:textId="77777777" w:rsidR="0051358F" w:rsidRDefault="0051358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0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A922F53" w:rsidR="0051358F" w:rsidRDefault="0051358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51358F" w:rsidRDefault="0051358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6EE9E" w14:textId="77777777" w:rsidR="0051358F" w:rsidRDefault="0051358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1358F" w14:paraId="3E6FB5E4" w14:textId="761D0C12" w:rsidTr="00D549E6">
        <w:trPr>
          <w:gridAfter w:val="1"/>
          <w:wAfter w:w="6" w:type="dxa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D5A5AA6" w14:textId="77777777" w:rsidR="0051358F" w:rsidRDefault="0051358F" w:rsidP="00E01FE6">
            <w:pPr>
              <w:spacing w:line="259" w:lineRule="auto"/>
              <w:rPr>
                <w:rFonts w:ascii="Verdana" w:hAnsi="Verdana"/>
                <w:b/>
              </w:rPr>
            </w:pPr>
            <w:r w:rsidRPr="00CA7EB1">
              <w:rPr>
                <w:rFonts w:ascii="Verdana" w:hAnsi="Verdana"/>
                <w:b/>
              </w:rPr>
              <w:t>Vývojář technologie PAM/PIM</w:t>
            </w:r>
          </w:p>
          <w:p w14:paraId="091829DF" w14:textId="10B134A7" w:rsidR="0051358F" w:rsidRPr="009F5ACA" w:rsidRDefault="0051358F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</w:p>
        </w:tc>
        <w:tc>
          <w:tcPr>
            <w:tcW w:w="1374" w:type="dxa"/>
            <w:tcBorders>
              <w:top w:val="single" w:sz="2" w:space="0" w:color="auto"/>
              <w:bottom w:val="single" w:sz="2" w:space="0" w:color="auto"/>
            </w:tcBorders>
          </w:tcPr>
          <w:p w14:paraId="7F0B0F9F" w14:textId="77777777" w:rsidR="0051358F" w:rsidRDefault="0051358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</w:tcPr>
          <w:p w14:paraId="174B6D77" w14:textId="77777777" w:rsidR="0051358F" w:rsidRDefault="0051358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080" w:type="dxa"/>
            <w:tcBorders>
              <w:top w:val="single" w:sz="2" w:space="0" w:color="auto"/>
              <w:bottom w:val="single" w:sz="2" w:space="0" w:color="auto"/>
            </w:tcBorders>
          </w:tcPr>
          <w:p w14:paraId="66634F21" w14:textId="73EAF1CE" w:rsidR="0051358F" w:rsidRDefault="0051358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F954F" w14:textId="77777777" w:rsidR="0051358F" w:rsidRDefault="0051358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5053A" w14:textId="77777777" w:rsidR="0051358F" w:rsidRDefault="0051358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1358F" w14:paraId="7993520A" w14:textId="6586511E" w:rsidTr="00D549E6">
        <w:trPr>
          <w:gridAfter w:val="1"/>
          <w:wAfter w:w="6" w:type="dxa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2A77C265" w14:textId="77777777" w:rsidR="0051358F" w:rsidRDefault="0051358F" w:rsidP="00E01FE6">
            <w:pPr>
              <w:spacing w:line="259" w:lineRule="auto"/>
              <w:rPr>
                <w:rFonts w:ascii="Verdana" w:hAnsi="Verdana"/>
                <w:b/>
              </w:rPr>
            </w:pPr>
            <w:r w:rsidRPr="00CA7EB1">
              <w:rPr>
                <w:rFonts w:ascii="Verdana" w:hAnsi="Verdana"/>
                <w:b/>
              </w:rPr>
              <w:t>Operátor PAM/PIM</w:t>
            </w:r>
          </w:p>
          <w:p w14:paraId="6B94CFA1" w14:textId="7DA30FBA" w:rsidR="0051358F" w:rsidRPr="009F5ACA" w:rsidRDefault="0051358F">
            <w:pPr>
              <w:suppressAutoHyphens/>
              <w:spacing w:line="216" w:lineRule="auto"/>
              <w:rPr>
                <w:rFonts w:eastAsia="Times New Roman" w:cs="Times New Roman"/>
                <w:bCs/>
                <w:spacing w:val="-6"/>
                <w:lang w:eastAsia="cs-CZ"/>
              </w:rPr>
            </w:pPr>
          </w:p>
        </w:tc>
        <w:tc>
          <w:tcPr>
            <w:tcW w:w="137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6EE333F" w14:textId="77777777" w:rsidR="0051358F" w:rsidRDefault="0051358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B855E64" w14:textId="77777777" w:rsidR="0051358F" w:rsidRDefault="0051358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0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3B30D71F" w14:textId="43B32AFF" w:rsidR="0051358F" w:rsidRDefault="0051358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BB994EE" w14:textId="77777777" w:rsidR="0051358F" w:rsidRDefault="0051358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CE2DDF0" w14:textId="77777777" w:rsidR="0051358F" w:rsidRDefault="0051358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1358F" w14:paraId="004029C0" w14:textId="56692B8F" w:rsidTr="00D549E6">
        <w:trPr>
          <w:gridAfter w:val="1"/>
          <w:wAfter w:w="6" w:type="dxa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388E5D07" w14:textId="77777777" w:rsidR="0051358F" w:rsidRDefault="0051358F" w:rsidP="00E01FE6">
            <w:pPr>
              <w:spacing w:line="259" w:lineRule="auto"/>
              <w:ind w:right="17"/>
              <w:rPr>
                <w:rFonts w:ascii="Verdana" w:hAnsi="Verdana"/>
                <w:b/>
              </w:rPr>
            </w:pPr>
            <w:r w:rsidRPr="00CA7EB1">
              <w:rPr>
                <w:rFonts w:ascii="Verdana" w:hAnsi="Verdana"/>
                <w:b/>
              </w:rPr>
              <w:t>Test manažer PAM/PIM</w:t>
            </w:r>
          </w:p>
          <w:p w14:paraId="3A6D5199" w14:textId="77777777" w:rsidR="0051358F" w:rsidRPr="00CA7EB1" w:rsidRDefault="0051358F" w:rsidP="00E01FE6">
            <w:pPr>
              <w:spacing w:line="259" w:lineRule="auto"/>
              <w:rPr>
                <w:rFonts w:ascii="Verdana" w:hAnsi="Verdana"/>
                <w:b/>
              </w:rPr>
            </w:pPr>
          </w:p>
        </w:tc>
        <w:tc>
          <w:tcPr>
            <w:tcW w:w="137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0EE01FBF" w14:textId="77777777" w:rsidR="0051358F" w:rsidRDefault="0051358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78282546" w14:textId="77777777" w:rsidR="0051358F" w:rsidRDefault="0051358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0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72E889A" w14:textId="5682EF6E" w:rsidR="0051358F" w:rsidRDefault="0051358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F3B47D9" w14:textId="77777777" w:rsidR="0051358F" w:rsidRDefault="0051358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BB8F208" w14:textId="77777777" w:rsidR="0051358F" w:rsidRDefault="0051358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1358F" w14:paraId="71DE1A83" w14:textId="2129D1A8" w:rsidTr="00D549E6">
        <w:trPr>
          <w:gridAfter w:val="1"/>
          <w:wAfter w:w="6" w:type="dxa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3A8980F" w14:textId="77777777" w:rsidR="0051358F" w:rsidRDefault="0051358F" w:rsidP="00E01FE6">
            <w:pPr>
              <w:spacing w:line="259" w:lineRule="auto"/>
              <w:ind w:right="17"/>
              <w:rPr>
                <w:rFonts w:ascii="Verdana" w:hAnsi="Verdana"/>
                <w:b/>
              </w:rPr>
            </w:pPr>
            <w:r w:rsidRPr="00CA7EB1">
              <w:rPr>
                <w:rFonts w:ascii="Verdana" w:hAnsi="Verdana"/>
                <w:b/>
              </w:rPr>
              <w:t>Tester PAM/PIM</w:t>
            </w:r>
          </w:p>
          <w:p w14:paraId="7E9FC120" w14:textId="77777777" w:rsidR="0051358F" w:rsidRPr="00CA7EB1" w:rsidRDefault="0051358F" w:rsidP="00E01FE6">
            <w:pPr>
              <w:spacing w:line="259" w:lineRule="auto"/>
              <w:ind w:right="17"/>
              <w:rPr>
                <w:rFonts w:ascii="Verdana" w:hAnsi="Verdana"/>
                <w:b/>
              </w:rPr>
            </w:pPr>
          </w:p>
        </w:tc>
        <w:tc>
          <w:tcPr>
            <w:tcW w:w="137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51C0E049" w14:textId="77777777" w:rsidR="0051358F" w:rsidRDefault="0051358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06817E0C" w14:textId="77777777" w:rsidR="0051358F" w:rsidRDefault="0051358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0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F692D81" w14:textId="372AF839" w:rsidR="0051358F" w:rsidRDefault="0051358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10397AA" w14:textId="77777777" w:rsidR="0051358F" w:rsidRDefault="0051358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C5CEF13" w14:textId="77777777" w:rsidR="0051358F" w:rsidRDefault="0051358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1358F" w14:paraId="3EB2F7F9" w14:textId="744C8BF5" w:rsidTr="00D549E6">
        <w:trPr>
          <w:gridAfter w:val="1"/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wAfter w:w="6" w:type="dxa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02368C67" w14:textId="77777777" w:rsidR="0051358F" w:rsidRDefault="0051358F" w:rsidP="00E01FE6">
            <w:pPr>
              <w:spacing w:after="160" w:line="259" w:lineRule="auto"/>
              <w:rPr>
                <w:rFonts w:ascii="Verdana" w:hAnsi="Verdana"/>
                <w:b w:val="0"/>
              </w:rPr>
            </w:pPr>
            <w:r w:rsidRPr="00CA7EB1">
              <w:rPr>
                <w:rFonts w:ascii="Verdana" w:hAnsi="Verdana"/>
              </w:rPr>
              <w:lastRenderedPageBreak/>
              <w:t>Specialista podpory PAM/PIM</w:t>
            </w:r>
          </w:p>
          <w:p w14:paraId="21147405" w14:textId="77777777" w:rsidR="0051358F" w:rsidRPr="00CA7EB1" w:rsidRDefault="0051358F" w:rsidP="00E01FE6">
            <w:pPr>
              <w:spacing w:line="259" w:lineRule="auto"/>
              <w:ind w:right="17"/>
              <w:rPr>
                <w:rFonts w:ascii="Verdana" w:hAnsi="Verdana"/>
                <w:b w:val="0"/>
              </w:rPr>
            </w:pPr>
          </w:p>
        </w:tc>
        <w:tc>
          <w:tcPr>
            <w:tcW w:w="137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28B3BABC" w14:textId="77777777" w:rsidR="0051358F" w:rsidRDefault="0051358F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5066F89C" w14:textId="77777777" w:rsidR="0051358F" w:rsidRDefault="0051358F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0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20F8CC0" w14:textId="30CD55F2" w:rsidR="0051358F" w:rsidRDefault="0051358F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79975C0B" w14:textId="77777777" w:rsidR="0051358F" w:rsidRDefault="0051358F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7A230F6" w14:textId="77777777" w:rsidR="0051358F" w:rsidRDefault="0051358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114EC095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53EDD30" w14:textId="77777777" w:rsidR="006B1150" w:rsidRDefault="006B1150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2A6DDC43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5526E" w14:textId="77777777" w:rsidR="00F43141" w:rsidRDefault="00F43141" w:rsidP="00962258">
      <w:pPr>
        <w:spacing w:after="0" w:line="240" w:lineRule="auto"/>
      </w:pPr>
      <w:r>
        <w:separator/>
      </w:r>
    </w:p>
  </w:endnote>
  <w:endnote w:type="continuationSeparator" w:id="0">
    <w:p w14:paraId="315C48AE" w14:textId="77777777" w:rsidR="00F43141" w:rsidRDefault="00F431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0D566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64B01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2D661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78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B03AD" w14:textId="77777777" w:rsidR="00F43141" w:rsidRDefault="00F43141" w:rsidP="00962258">
      <w:pPr>
        <w:spacing w:after="0" w:line="240" w:lineRule="auto"/>
      </w:pPr>
      <w:r>
        <w:separator/>
      </w:r>
    </w:p>
  </w:footnote>
  <w:footnote w:type="continuationSeparator" w:id="0">
    <w:p w14:paraId="6439CD7D" w14:textId="77777777" w:rsidR="00F43141" w:rsidRDefault="00F4314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341393487">
    <w:abstractNumId w:val="2"/>
  </w:num>
  <w:num w:numId="2" w16cid:durableId="452018111">
    <w:abstractNumId w:val="1"/>
  </w:num>
  <w:num w:numId="3" w16cid:durableId="20220072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8051762">
    <w:abstractNumId w:val="7"/>
  </w:num>
  <w:num w:numId="5" w16cid:durableId="125895619">
    <w:abstractNumId w:val="3"/>
  </w:num>
  <w:num w:numId="6" w16cid:durableId="452678300">
    <w:abstractNumId w:val="4"/>
  </w:num>
  <w:num w:numId="7" w16cid:durableId="2140217757">
    <w:abstractNumId w:val="0"/>
  </w:num>
  <w:num w:numId="8" w16cid:durableId="1125267942">
    <w:abstractNumId w:val="5"/>
  </w:num>
  <w:num w:numId="9" w16cid:durableId="16885562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9544097">
    <w:abstractNumId w:val="4"/>
  </w:num>
  <w:num w:numId="11" w16cid:durableId="1521121501">
    <w:abstractNumId w:val="1"/>
  </w:num>
  <w:num w:numId="12" w16cid:durableId="756904550">
    <w:abstractNumId w:val="4"/>
  </w:num>
  <w:num w:numId="13" w16cid:durableId="353851642">
    <w:abstractNumId w:val="4"/>
  </w:num>
  <w:num w:numId="14" w16cid:durableId="343674232">
    <w:abstractNumId w:val="4"/>
  </w:num>
  <w:num w:numId="15" w16cid:durableId="1871070419">
    <w:abstractNumId w:val="4"/>
  </w:num>
  <w:num w:numId="16" w16cid:durableId="118456262">
    <w:abstractNumId w:val="8"/>
  </w:num>
  <w:num w:numId="17" w16cid:durableId="686753932">
    <w:abstractNumId w:val="2"/>
  </w:num>
  <w:num w:numId="18" w16cid:durableId="1288926102">
    <w:abstractNumId w:val="8"/>
  </w:num>
  <w:num w:numId="19" w16cid:durableId="1323269965">
    <w:abstractNumId w:val="8"/>
  </w:num>
  <w:num w:numId="20" w16cid:durableId="1865901133">
    <w:abstractNumId w:val="8"/>
  </w:num>
  <w:num w:numId="21" w16cid:durableId="490367453">
    <w:abstractNumId w:val="8"/>
  </w:num>
  <w:num w:numId="22" w16cid:durableId="162552082">
    <w:abstractNumId w:val="4"/>
  </w:num>
  <w:num w:numId="23" w16cid:durableId="1859807174">
    <w:abstractNumId w:val="1"/>
  </w:num>
  <w:num w:numId="24" w16cid:durableId="1727490348">
    <w:abstractNumId w:val="4"/>
  </w:num>
  <w:num w:numId="25" w16cid:durableId="373774730">
    <w:abstractNumId w:val="4"/>
  </w:num>
  <w:num w:numId="26" w16cid:durableId="1433356364">
    <w:abstractNumId w:val="4"/>
  </w:num>
  <w:num w:numId="27" w16cid:durableId="1861697320">
    <w:abstractNumId w:val="4"/>
  </w:num>
  <w:num w:numId="28" w16cid:durableId="171724199">
    <w:abstractNumId w:val="8"/>
  </w:num>
  <w:num w:numId="29" w16cid:durableId="2082368265">
    <w:abstractNumId w:val="2"/>
  </w:num>
  <w:num w:numId="30" w16cid:durableId="704256706">
    <w:abstractNumId w:val="8"/>
  </w:num>
  <w:num w:numId="31" w16cid:durableId="760294854">
    <w:abstractNumId w:val="8"/>
  </w:num>
  <w:num w:numId="32" w16cid:durableId="433328159">
    <w:abstractNumId w:val="8"/>
  </w:num>
  <w:num w:numId="33" w16cid:durableId="185063314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686C"/>
    <w:rsid w:val="00072C1E"/>
    <w:rsid w:val="000810D4"/>
    <w:rsid w:val="00097E08"/>
    <w:rsid w:val="000A78E3"/>
    <w:rsid w:val="000B6CE6"/>
    <w:rsid w:val="000E23A7"/>
    <w:rsid w:val="0010693F"/>
    <w:rsid w:val="00114472"/>
    <w:rsid w:val="001550BC"/>
    <w:rsid w:val="00156287"/>
    <w:rsid w:val="001605B9"/>
    <w:rsid w:val="00163346"/>
    <w:rsid w:val="00170EC5"/>
    <w:rsid w:val="001747C1"/>
    <w:rsid w:val="00184743"/>
    <w:rsid w:val="00192A92"/>
    <w:rsid w:val="00207DF5"/>
    <w:rsid w:val="00273A37"/>
    <w:rsid w:val="00280E07"/>
    <w:rsid w:val="00290AB7"/>
    <w:rsid w:val="002B49D8"/>
    <w:rsid w:val="002C31BF"/>
    <w:rsid w:val="002D08B1"/>
    <w:rsid w:val="002E0CD7"/>
    <w:rsid w:val="00341DCF"/>
    <w:rsid w:val="00343F31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D6D4D"/>
    <w:rsid w:val="004E143C"/>
    <w:rsid w:val="004E3A53"/>
    <w:rsid w:val="004F20BC"/>
    <w:rsid w:val="004F4B9B"/>
    <w:rsid w:val="004F69EA"/>
    <w:rsid w:val="00511AB9"/>
    <w:rsid w:val="0051358F"/>
    <w:rsid w:val="00523EA7"/>
    <w:rsid w:val="00553375"/>
    <w:rsid w:val="00557C28"/>
    <w:rsid w:val="005736B7"/>
    <w:rsid w:val="00575E5A"/>
    <w:rsid w:val="00583874"/>
    <w:rsid w:val="00597386"/>
    <w:rsid w:val="005F1404"/>
    <w:rsid w:val="005F628F"/>
    <w:rsid w:val="0061068E"/>
    <w:rsid w:val="00624B6F"/>
    <w:rsid w:val="00645A29"/>
    <w:rsid w:val="00660AD3"/>
    <w:rsid w:val="00667F1C"/>
    <w:rsid w:val="00677B7F"/>
    <w:rsid w:val="006A5570"/>
    <w:rsid w:val="006A689C"/>
    <w:rsid w:val="006B1150"/>
    <w:rsid w:val="006B3D79"/>
    <w:rsid w:val="006D7AFE"/>
    <w:rsid w:val="006E0578"/>
    <w:rsid w:val="006E314D"/>
    <w:rsid w:val="00710723"/>
    <w:rsid w:val="00723ED1"/>
    <w:rsid w:val="0074101C"/>
    <w:rsid w:val="00743525"/>
    <w:rsid w:val="0076286B"/>
    <w:rsid w:val="007651F6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D71BB"/>
    <w:rsid w:val="008F18D6"/>
    <w:rsid w:val="00904780"/>
    <w:rsid w:val="00904EC9"/>
    <w:rsid w:val="00922385"/>
    <w:rsid w:val="009223DF"/>
    <w:rsid w:val="00923DE9"/>
    <w:rsid w:val="00936091"/>
    <w:rsid w:val="00940D8A"/>
    <w:rsid w:val="00941CFE"/>
    <w:rsid w:val="009612EE"/>
    <w:rsid w:val="00962258"/>
    <w:rsid w:val="009678B7"/>
    <w:rsid w:val="009833E1"/>
    <w:rsid w:val="00992D9C"/>
    <w:rsid w:val="00996CB8"/>
    <w:rsid w:val="009B14A9"/>
    <w:rsid w:val="009B2E97"/>
    <w:rsid w:val="009D1065"/>
    <w:rsid w:val="009D2E2D"/>
    <w:rsid w:val="009E07F4"/>
    <w:rsid w:val="009F392E"/>
    <w:rsid w:val="009F5ACA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877"/>
    <w:rsid w:val="00BB4DBC"/>
    <w:rsid w:val="00BD7E91"/>
    <w:rsid w:val="00C02D0A"/>
    <w:rsid w:val="00C03A6E"/>
    <w:rsid w:val="00C3471C"/>
    <w:rsid w:val="00C44F6A"/>
    <w:rsid w:val="00C47AE3"/>
    <w:rsid w:val="00C84E41"/>
    <w:rsid w:val="00CD0AFE"/>
    <w:rsid w:val="00CD1FC4"/>
    <w:rsid w:val="00D21061"/>
    <w:rsid w:val="00D4108E"/>
    <w:rsid w:val="00D549E6"/>
    <w:rsid w:val="00D6163D"/>
    <w:rsid w:val="00D72837"/>
    <w:rsid w:val="00D73D46"/>
    <w:rsid w:val="00D831A3"/>
    <w:rsid w:val="00DC75F3"/>
    <w:rsid w:val="00DD46F3"/>
    <w:rsid w:val="00DE56F2"/>
    <w:rsid w:val="00DF116D"/>
    <w:rsid w:val="00E01FE6"/>
    <w:rsid w:val="00E04F11"/>
    <w:rsid w:val="00E36C4A"/>
    <w:rsid w:val="00EB104F"/>
    <w:rsid w:val="00ED14BD"/>
    <w:rsid w:val="00EE43EF"/>
    <w:rsid w:val="00EF3A6C"/>
    <w:rsid w:val="00F0533E"/>
    <w:rsid w:val="00F1048D"/>
    <w:rsid w:val="00F12DEC"/>
    <w:rsid w:val="00F1715C"/>
    <w:rsid w:val="00F310F8"/>
    <w:rsid w:val="00F35939"/>
    <w:rsid w:val="00F3770F"/>
    <w:rsid w:val="00F43141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C84E4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4B6F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4B6F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6" ma:contentTypeDescription="Vytvoří nový dokument" ma:contentTypeScope="" ma:versionID="c585fdaf4a967b4ab3e06f4c1c5f0caf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eeeeaa7829a2cf99313c6adb05ecfcfc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F189D4-F8DE-4360-BA61-2324DBFC45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7B377EC-B1C2-4D01-9A02-BD5962133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2</Pages>
  <Words>145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22</cp:revision>
  <cp:lastPrinted>2017-11-28T17:18:00Z</cp:lastPrinted>
  <dcterms:created xsi:type="dcterms:W3CDTF">2023-03-27T14:37:00Z</dcterms:created>
  <dcterms:modified xsi:type="dcterms:W3CDTF">2023-06-13T11:41:00Z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URL">
    <vt:lpwstr/>
  </property>
</Properties>
</file>